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3FED" w:rsidRDefault="00A54CD4">
      <w:pPr>
        <w:rPr>
          <w:rFonts w:ascii="Gallery Wide" w:hAnsi="Gallery Wide"/>
        </w:rPr>
      </w:pPr>
      <w:r>
        <w:rPr>
          <w:rFonts w:ascii="Gallery Wide" w:hAnsi="Gallery Wide"/>
          <w:noProof/>
        </w:rPr>
        <w:pict>
          <v:rect id="_x0000_s1026" style="position:absolute;margin-left:543.75pt;margin-top:24.75pt;width:187.5pt;height:481.5pt;z-index:-251658240"/>
        </w:pict>
      </w:r>
      <w:r>
        <w:rPr>
          <w:rFonts w:ascii="Gallery Wide" w:hAnsi="Gallery Wide"/>
        </w:rPr>
        <w:t xml:space="preserve">Name _________________________         </w:t>
      </w:r>
      <w:r w:rsidRPr="00425A0A">
        <w:rPr>
          <w:rFonts w:ascii="Gallery Wide" w:hAnsi="Gallery Wide"/>
        </w:rPr>
        <w:t>Spelling Tic-Tac-Toe</w:t>
      </w:r>
    </w:p>
    <w:p w:rsidR="00364029" w:rsidRDefault="00A54CD4" w:rsidP="00425A0A">
      <w:pPr>
        <w:spacing w:after="0"/>
        <w:rPr>
          <w:rFonts w:ascii="Arial" w:hAnsi="Arial" w:cs="Arial"/>
          <w:sz w:val="28"/>
          <w:szCs w:val="28"/>
        </w:rPr>
      </w:pPr>
      <w:r w:rsidRPr="00425A0A">
        <w:rPr>
          <w:rFonts w:ascii="Arial" w:hAnsi="Arial" w:cs="Arial"/>
          <w:sz w:val="28"/>
          <w:szCs w:val="28"/>
        </w:rPr>
        <w:t>This</w:t>
      </w:r>
      <w:r>
        <w:rPr>
          <w:rFonts w:ascii="Arial" w:hAnsi="Arial" w:cs="Arial"/>
          <w:sz w:val="28"/>
          <w:szCs w:val="28"/>
        </w:rPr>
        <w:t xml:space="preserve"> board includes many different activities to help your child practice his/her spelling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Spelling Words</w:t>
      </w:r>
    </w:p>
    <w:p w:rsidR="00425A0A" w:rsidRDefault="00A54CD4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words. Your child must choose at least three of the activities to complete for weekly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for Lesson </w:t>
      </w:r>
      <w:r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7</w:t>
      </w:r>
    </w:p>
    <w:p w:rsidR="00425A0A" w:rsidRDefault="00A54CD4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homework. The activities must make a tic-tac-toe line: horizontal, vertical, or diagonal</w:t>
      </w:r>
      <w:r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</w:rPr>
        <w:t>Words with Greek and Latin Parts</w:t>
      </w:r>
    </w:p>
    <w:p w:rsidR="00425A0A" w:rsidRDefault="00A54CD4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three in a row. Please mark your choices with crayon, marker, etc. Parents, you are</w:t>
      </w:r>
    </w:p>
    <w:p w:rsidR="00425A0A" w:rsidRDefault="00A54CD4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encouraged to assist your child</w:t>
      </w:r>
      <w:r>
        <w:rPr>
          <w:rFonts w:ascii="Arial" w:hAnsi="Arial" w:cs="Arial"/>
          <w:sz w:val="28"/>
          <w:szCs w:val="28"/>
        </w:rPr>
        <w:t xml:space="preserve"> as needed to make homework a positive learning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respect</w:t>
      </w:r>
    </w:p>
    <w:p w:rsidR="00AC7D4C" w:rsidRDefault="00A54CD4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experience. This sheet should be turned in on Thursday. Have fun!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inspect</w:t>
      </w:r>
    </w:p>
    <w:p w:rsidR="00107435" w:rsidRPr="008413AE" w:rsidRDefault="00A54CD4" w:rsidP="00425A0A">
      <w:pPr>
        <w:spacing w:after="0"/>
        <w:rPr>
          <w:rFonts w:ascii="Arial" w:hAnsi="Arial" w:cs="Arial"/>
          <w:sz w:val="28"/>
          <w:szCs w:val="28"/>
        </w:rPr>
      </w:pPr>
      <w:r w:rsidRPr="00107435">
        <w:rPr>
          <w:rFonts w:ascii="Arial" w:hAnsi="Arial" w:cs="Arial"/>
          <w:i/>
          <w:sz w:val="24"/>
          <w:szCs w:val="24"/>
        </w:rPr>
        <w:t xml:space="preserve">*NOTE: If flash cards or </w:t>
      </w:r>
      <w:r>
        <w:rPr>
          <w:rFonts w:ascii="Arial" w:hAnsi="Arial" w:cs="Arial"/>
          <w:i/>
          <w:sz w:val="24"/>
          <w:szCs w:val="24"/>
        </w:rPr>
        <w:t>other items</w:t>
      </w:r>
      <w:r w:rsidRPr="00107435">
        <w:rPr>
          <w:rFonts w:ascii="Arial" w:hAnsi="Arial" w:cs="Arial"/>
          <w:i/>
          <w:sz w:val="24"/>
          <w:szCs w:val="24"/>
        </w:rPr>
        <w:t xml:space="preserve"> are created, these need to be attached with the other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spectacle</w:t>
      </w:r>
    </w:p>
    <w:p w:rsidR="00AC7D4C" w:rsidRPr="008413AE" w:rsidRDefault="00A54CD4" w:rsidP="0010743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>p</w:t>
      </w:r>
      <w:r w:rsidRPr="00107435">
        <w:rPr>
          <w:rFonts w:ascii="Arial" w:hAnsi="Arial" w:cs="Arial"/>
          <w:i/>
          <w:sz w:val="24"/>
          <w:szCs w:val="24"/>
        </w:rPr>
        <w:t>ape</w:t>
      </w:r>
      <w:r w:rsidRPr="00107435">
        <w:rPr>
          <w:rFonts w:ascii="Arial" w:hAnsi="Arial" w:cs="Arial"/>
          <w:i/>
          <w:sz w:val="24"/>
          <w:szCs w:val="24"/>
        </w:rPr>
        <w:t>rs. All materials will be returned after they are checked.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>spectator</w:t>
      </w:r>
    </w:p>
    <w:p w:rsidR="008413AE" w:rsidRPr="003407BC" w:rsidRDefault="00A54CD4" w:rsidP="001074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>spectrum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6"/>
        <w:gridCol w:w="3546"/>
        <w:gridCol w:w="3546"/>
      </w:tblGrid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A03D9E" w:rsidRDefault="00A54CD4" w:rsidP="00A03D9E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03D9E">
              <w:rPr>
                <w:rFonts w:ascii="Arial" w:hAnsi="Arial" w:cs="Arial"/>
                <w:sz w:val="28"/>
                <w:szCs w:val="28"/>
              </w:rPr>
              <w:t>Memory Match: Write each word on two cards and play concentration.</w:t>
            </w:r>
          </w:p>
        </w:tc>
        <w:tc>
          <w:tcPr>
            <w:tcW w:w="3546" w:type="dxa"/>
            <w:vAlign w:val="center"/>
          </w:tcPr>
          <w:p w:rsidR="00AC7D4C" w:rsidRPr="00A03D9E" w:rsidRDefault="00A54CD4" w:rsidP="00E34CD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34CD2">
              <w:rPr>
                <w:rFonts w:ascii="Arial" w:hAnsi="Arial" w:cs="Arial"/>
                <w:sz w:val="28"/>
                <w:szCs w:val="28"/>
              </w:rPr>
              <w:t xml:space="preserve">Put all </w:t>
            </w:r>
            <w:r w:rsidRPr="00E34CD2">
              <w:rPr>
                <w:rFonts w:ascii="Arial" w:hAnsi="Arial" w:cs="Arial"/>
                <w:sz w:val="28"/>
                <w:szCs w:val="28"/>
              </w:rPr>
              <w:t>spelling</w:t>
            </w:r>
            <w:r w:rsidRPr="00E34CD2">
              <w:rPr>
                <w:rFonts w:ascii="Arial" w:hAnsi="Arial" w:cs="Arial"/>
                <w:sz w:val="28"/>
                <w:szCs w:val="28"/>
              </w:rPr>
              <w:t xml:space="preserve"> words in alphabetical order.</w:t>
            </w:r>
            <w:r w:rsidRPr="00A03D9E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3546" w:type="dxa"/>
            <w:vAlign w:val="center"/>
          </w:tcPr>
          <w:p w:rsidR="00AC7D4C" w:rsidRPr="00586E27" w:rsidRDefault="00A54CD4" w:rsidP="00A03D9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2FE2">
              <w:rPr>
                <w:rFonts w:ascii="Arial" w:hAnsi="Arial" w:cs="Arial"/>
                <w:b/>
                <w:sz w:val="24"/>
                <w:szCs w:val="24"/>
              </w:rPr>
              <w:t>Choo-Choo Words:</w:t>
            </w:r>
            <w:r w:rsidRPr="00B32FE2">
              <w:rPr>
                <w:rFonts w:ascii="Arial" w:hAnsi="Arial" w:cs="Arial"/>
                <w:sz w:val="24"/>
                <w:szCs w:val="24"/>
              </w:rPr>
              <w:t xml:space="preserve"> Write the entire</w:t>
            </w:r>
            <w:r w:rsidRPr="00B32FE2">
              <w:rPr>
                <w:rFonts w:ascii="Arial" w:hAnsi="Arial" w:cs="Arial"/>
                <w:sz w:val="24"/>
                <w:szCs w:val="24"/>
              </w:rPr>
              <w:t xml:space="preserve"> list end-to-end as one long word. Use different colored crayon for each word. Ex. </w:t>
            </w:r>
            <w:r w:rsidRPr="00B32FE2">
              <w:rPr>
                <w:rFonts w:ascii="Arial" w:hAnsi="Arial" w:cs="Arial"/>
                <w:color w:val="E36C0A"/>
                <w:sz w:val="24"/>
                <w:szCs w:val="24"/>
              </w:rPr>
              <w:t>sleep</w:t>
            </w:r>
            <w:r w:rsidRPr="00B32FE2">
              <w:rPr>
                <w:rFonts w:ascii="Arial" w:hAnsi="Arial" w:cs="Arial"/>
                <w:color w:val="4F6228"/>
                <w:sz w:val="24"/>
                <w:szCs w:val="24"/>
              </w:rPr>
              <w:t>rain</w:t>
            </w:r>
            <w:r w:rsidRPr="00B32FE2">
              <w:rPr>
                <w:rFonts w:ascii="Arial" w:hAnsi="Arial" w:cs="Arial"/>
                <w:color w:val="FF0000"/>
                <w:sz w:val="24"/>
                <w:szCs w:val="24"/>
              </w:rPr>
              <w:t>year</w:t>
            </w:r>
            <w:r w:rsidRPr="00B32FE2">
              <w:rPr>
                <w:rFonts w:ascii="Arial" w:hAnsi="Arial" w:cs="Arial"/>
                <w:color w:val="17365D"/>
                <w:sz w:val="24"/>
                <w:szCs w:val="24"/>
              </w:rPr>
              <w:t>beard</w:t>
            </w:r>
          </w:p>
        </w:tc>
      </w:tr>
      <w:tr w:rsidR="00514554" w:rsidRPr="00364029" w:rsidTr="00731757">
        <w:trPr>
          <w:trHeight w:val="1912"/>
        </w:trPr>
        <w:tc>
          <w:tcPr>
            <w:tcW w:w="3546" w:type="dxa"/>
            <w:vAlign w:val="center"/>
          </w:tcPr>
          <w:p w:rsidR="00A03D9E" w:rsidRPr="00E83229" w:rsidRDefault="00A54CD4" w:rsidP="00A03D9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229">
              <w:rPr>
                <w:rFonts w:ascii="Arial" w:hAnsi="Arial" w:cs="Arial"/>
                <w:sz w:val="18"/>
                <w:szCs w:val="18"/>
              </w:rPr>
              <w:t xml:space="preserve">Step it up! Write </w:t>
            </w:r>
            <w:proofErr w:type="gramStart"/>
            <w:r w:rsidRPr="00E83229">
              <w:rPr>
                <w:rFonts w:ascii="Arial" w:hAnsi="Arial" w:cs="Arial"/>
                <w:sz w:val="18"/>
                <w:szCs w:val="18"/>
              </w:rPr>
              <w:t>your</w:t>
            </w:r>
            <w:proofErr w:type="gramEnd"/>
            <w:r w:rsidRPr="00E83229">
              <w:rPr>
                <w:rFonts w:ascii="Arial" w:hAnsi="Arial" w:cs="Arial"/>
                <w:sz w:val="18"/>
                <w:szCs w:val="18"/>
              </w:rPr>
              <w:t xml:space="preserve"> spelling words by adding one letter at a time.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Pr="00E83229">
              <w:rPr>
                <w:rFonts w:ascii="Arial" w:hAnsi="Arial" w:cs="Arial"/>
                <w:sz w:val="18"/>
                <w:szCs w:val="18"/>
              </w:rPr>
              <w:t xml:space="preserve"> S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</w:t>
            </w:r>
            <w:r w:rsidRPr="00E83229">
              <w:rPr>
                <w:rFonts w:ascii="Arial" w:hAnsi="Arial" w:cs="Arial"/>
                <w:sz w:val="18"/>
                <w:szCs w:val="18"/>
              </w:rPr>
              <w:t xml:space="preserve">sp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</w:t>
            </w:r>
            <w:r w:rsidRPr="00E83229">
              <w:rPr>
                <w:rFonts w:ascii="Arial" w:hAnsi="Arial" w:cs="Arial"/>
                <w:sz w:val="18"/>
                <w:szCs w:val="18"/>
              </w:rPr>
              <w:t xml:space="preserve"> spe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</w:t>
            </w:r>
            <w:r w:rsidRPr="00E83229">
              <w:rPr>
                <w:rFonts w:ascii="Arial" w:hAnsi="Arial" w:cs="Arial"/>
                <w:sz w:val="18"/>
                <w:szCs w:val="18"/>
              </w:rPr>
              <w:t xml:space="preserve">  spel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</w:t>
            </w:r>
            <w:r w:rsidRPr="00E83229">
              <w:rPr>
                <w:rFonts w:ascii="Arial" w:hAnsi="Arial" w:cs="Arial"/>
                <w:sz w:val="18"/>
                <w:szCs w:val="18"/>
              </w:rPr>
              <w:t xml:space="preserve"> spell</w:t>
            </w:r>
          </w:p>
        </w:tc>
        <w:tc>
          <w:tcPr>
            <w:tcW w:w="3546" w:type="dxa"/>
            <w:vAlign w:val="center"/>
          </w:tcPr>
          <w:p w:rsidR="00107435" w:rsidRPr="00A03D9E" w:rsidRDefault="00A54CD4" w:rsidP="00A03D9E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03D9E">
              <w:rPr>
                <w:rFonts w:ascii="Arial" w:hAnsi="Arial" w:cs="Arial"/>
                <w:sz w:val="28"/>
                <w:szCs w:val="28"/>
              </w:rPr>
              <w:t>Write a story using all spelling words. Underline the spelling words.</w:t>
            </w:r>
          </w:p>
        </w:tc>
        <w:tc>
          <w:tcPr>
            <w:tcW w:w="3546" w:type="dxa"/>
            <w:vAlign w:val="center"/>
          </w:tcPr>
          <w:p w:rsidR="00107435" w:rsidRPr="00A03D9E" w:rsidRDefault="00A54CD4" w:rsidP="00A03D9E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Your </w:t>
            </w:r>
            <w:r>
              <w:rPr>
                <w:rFonts w:ascii="Arial" w:hAnsi="Arial" w:cs="Arial"/>
                <w:sz w:val="28"/>
                <w:szCs w:val="28"/>
              </w:rPr>
              <w:t>choice!</w:t>
            </w:r>
          </w:p>
        </w:tc>
      </w:tr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A03D9E" w:rsidRDefault="00A54CD4" w:rsidP="00A03D9E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03D9E">
              <w:rPr>
                <w:rFonts w:ascii="Arial" w:hAnsi="Arial" w:cs="Arial"/>
                <w:sz w:val="28"/>
                <w:szCs w:val="28"/>
              </w:rPr>
              <w:t>Write your words three times, once in your best handwriting, once as small as you can, and once in funny or fancy letters.</w:t>
            </w:r>
          </w:p>
        </w:tc>
        <w:tc>
          <w:tcPr>
            <w:tcW w:w="3546" w:type="dxa"/>
            <w:vAlign w:val="center"/>
          </w:tcPr>
          <w:p w:rsidR="00107435" w:rsidRPr="00A03D9E" w:rsidRDefault="00A54CD4" w:rsidP="00A03D9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3D9E">
              <w:rPr>
                <w:rFonts w:ascii="Arial" w:hAnsi="Arial" w:cs="Arial"/>
                <w:sz w:val="24"/>
                <w:szCs w:val="24"/>
              </w:rPr>
              <w:t>Hidden Words: Draw and color a picture. Hide your spelling words in the picture. Show your picture to someone and see if the</w:t>
            </w:r>
            <w:r w:rsidRPr="00A03D9E">
              <w:rPr>
                <w:rFonts w:ascii="Arial" w:hAnsi="Arial" w:cs="Arial"/>
                <w:sz w:val="24"/>
                <w:szCs w:val="24"/>
              </w:rPr>
              <w:t xml:space="preserve">y can find each of your words. </w:t>
            </w:r>
          </w:p>
        </w:tc>
        <w:tc>
          <w:tcPr>
            <w:tcW w:w="3546" w:type="dxa"/>
            <w:vAlign w:val="center"/>
          </w:tcPr>
          <w:p w:rsidR="00107435" w:rsidRPr="00586E27" w:rsidRDefault="00A54CD4" w:rsidP="00A03D9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F15">
              <w:rPr>
                <w:rFonts w:ascii="Arial" w:hAnsi="Arial" w:cs="Arial"/>
                <w:sz w:val="20"/>
                <w:szCs w:val="20"/>
              </w:rPr>
              <w:t xml:space="preserve">Play a game to practice </w:t>
            </w:r>
            <w:proofErr w:type="gramStart"/>
            <w:r w:rsidRPr="00B81F15">
              <w:rPr>
                <w:rFonts w:ascii="Arial" w:hAnsi="Arial" w:cs="Arial"/>
                <w:sz w:val="20"/>
                <w:szCs w:val="20"/>
              </w:rPr>
              <w:t>your</w:t>
            </w:r>
            <w:proofErr w:type="gramEnd"/>
            <w:r w:rsidRPr="00B81F15">
              <w:rPr>
                <w:rFonts w:ascii="Arial" w:hAnsi="Arial" w:cs="Arial"/>
                <w:sz w:val="20"/>
                <w:szCs w:val="20"/>
              </w:rPr>
              <w:t xml:space="preserve"> spelling words at </w:t>
            </w:r>
            <w:hyperlink r:id="rId4" w:history="1">
              <w:r w:rsidRPr="005F712B">
                <w:rPr>
                  <w:rStyle w:val="Hyperlink"/>
                  <w:rFonts w:ascii="Arial" w:hAnsi="Arial" w:cs="Arial"/>
                  <w:sz w:val="20"/>
                  <w:szCs w:val="20"/>
                </w:rPr>
                <w:t>www.spellingcity.com</w:t>
              </w:r>
            </w:hyperlink>
            <w:r w:rsidRPr="00B81F15">
              <w:rPr>
                <w:rFonts w:ascii="Arial" w:hAnsi="Arial" w:cs="Arial"/>
                <w:sz w:val="20"/>
                <w:szCs w:val="20"/>
              </w:rPr>
              <w:t xml:space="preserve">   Click “Find a list” at the top of the page. Select “Search by teacher name: and enter Lakewood. Click “search.</w:t>
            </w:r>
            <w:r w:rsidRPr="00B81F15">
              <w:rPr>
                <w:rFonts w:ascii="Arial" w:hAnsi="Arial" w:cs="Arial"/>
                <w:sz w:val="20"/>
                <w:szCs w:val="20"/>
              </w:rPr>
              <w:t xml:space="preserve">” Click on Lesson 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B81F15">
              <w:rPr>
                <w:rFonts w:ascii="Arial" w:hAnsi="Arial" w:cs="Arial"/>
                <w:sz w:val="20"/>
                <w:szCs w:val="20"/>
              </w:rPr>
              <w:t>. Click on any of the game options available.</w:t>
            </w:r>
          </w:p>
        </w:tc>
      </w:tr>
    </w:tbl>
    <w:p w:rsidR="00AC7D4C" w:rsidRPr="003407BC" w:rsidRDefault="00A54CD4" w:rsidP="008413A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 w:rsidRPr="003407BC">
        <w:rPr>
          <w:rFonts w:ascii="Arial" w:hAnsi="Arial" w:cs="Arial"/>
          <w:sz w:val="24"/>
          <w:szCs w:val="24"/>
        </w:rPr>
        <w:t xml:space="preserve">6. </w:t>
      </w:r>
      <w:r>
        <w:rPr>
          <w:rFonts w:ascii="Arial" w:hAnsi="Arial" w:cs="Arial"/>
          <w:sz w:val="24"/>
          <w:szCs w:val="24"/>
        </w:rPr>
        <w:t>specific</w:t>
      </w:r>
    </w:p>
    <w:p w:rsidR="008413AE" w:rsidRPr="003407BC" w:rsidRDefault="00A54CD4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7. </w:t>
      </w:r>
      <w:r>
        <w:rPr>
          <w:rFonts w:ascii="Arial" w:hAnsi="Arial" w:cs="Arial"/>
          <w:sz w:val="24"/>
          <w:szCs w:val="24"/>
        </w:rPr>
        <w:t>construct</w:t>
      </w:r>
    </w:p>
    <w:p w:rsidR="008413AE" w:rsidRPr="003407BC" w:rsidRDefault="00A54CD4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8. </w:t>
      </w:r>
      <w:r>
        <w:rPr>
          <w:rFonts w:ascii="Arial" w:hAnsi="Arial" w:cs="Arial"/>
          <w:sz w:val="24"/>
          <w:szCs w:val="24"/>
        </w:rPr>
        <w:t>destruction</w:t>
      </w:r>
    </w:p>
    <w:p w:rsidR="008413AE" w:rsidRPr="003407BC" w:rsidRDefault="00A54CD4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9. </w:t>
      </w:r>
      <w:r>
        <w:rPr>
          <w:rFonts w:ascii="Arial" w:hAnsi="Arial" w:cs="Arial"/>
          <w:sz w:val="24"/>
          <w:szCs w:val="24"/>
        </w:rPr>
        <w:t>instruct</w:t>
      </w:r>
    </w:p>
    <w:p w:rsidR="008413AE" w:rsidRPr="003407BC" w:rsidRDefault="00A54CD4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10. </w:t>
      </w:r>
      <w:r>
        <w:rPr>
          <w:rFonts w:ascii="Arial" w:hAnsi="Arial" w:cs="Arial"/>
          <w:sz w:val="24"/>
          <w:szCs w:val="24"/>
        </w:rPr>
        <w:t>structure</w:t>
      </w:r>
    </w:p>
    <w:p w:rsidR="008413AE" w:rsidRPr="003407BC" w:rsidRDefault="00A54CD4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11. </w:t>
      </w:r>
      <w:r>
        <w:rPr>
          <w:rFonts w:ascii="Arial" w:hAnsi="Arial" w:cs="Arial"/>
          <w:sz w:val="24"/>
          <w:szCs w:val="24"/>
        </w:rPr>
        <w:t>autograph</w:t>
      </w:r>
    </w:p>
    <w:p w:rsidR="008413AE" w:rsidRPr="003407BC" w:rsidRDefault="00A54CD4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12. </w:t>
      </w:r>
      <w:r>
        <w:rPr>
          <w:rFonts w:ascii="Arial" w:hAnsi="Arial" w:cs="Arial"/>
          <w:sz w:val="24"/>
          <w:szCs w:val="24"/>
        </w:rPr>
        <w:t>photograph</w:t>
      </w:r>
    </w:p>
    <w:p w:rsidR="008413AE" w:rsidRPr="003407BC" w:rsidRDefault="00A54CD4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13. </w:t>
      </w:r>
      <w:r>
        <w:rPr>
          <w:rFonts w:ascii="Arial" w:hAnsi="Arial" w:cs="Arial"/>
          <w:sz w:val="24"/>
          <w:szCs w:val="24"/>
        </w:rPr>
        <w:t>phonics</w:t>
      </w:r>
    </w:p>
    <w:p w:rsidR="008413AE" w:rsidRPr="003407BC" w:rsidRDefault="00A54CD4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14. </w:t>
      </w:r>
      <w:r>
        <w:rPr>
          <w:rFonts w:ascii="Arial" w:hAnsi="Arial" w:cs="Arial"/>
          <w:sz w:val="24"/>
          <w:szCs w:val="24"/>
        </w:rPr>
        <w:t>telegraph</w:t>
      </w:r>
    </w:p>
    <w:p w:rsidR="008413AE" w:rsidRPr="003407BC" w:rsidRDefault="00A54CD4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15. </w:t>
      </w:r>
      <w:r>
        <w:rPr>
          <w:rFonts w:ascii="Arial" w:hAnsi="Arial" w:cs="Arial"/>
          <w:sz w:val="24"/>
          <w:szCs w:val="24"/>
        </w:rPr>
        <w:t>paragraph</w:t>
      </w:r>
    </w:p>
    <w:p w:rsidR="00B206C8" w:rsidRPr="003407BC" w:rsidRDefault="00A54CD4" w:rsidP="00B206C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3407B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6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visor</w:t>
      </w:r>
    </w:p>
    <w:p w:rsidR="00B206C8" w:rsidRPr="003407BC" w:rsidRDefault="00A54CD4" w:rsidP="00B206C8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7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visitor</w:t>
      </w:r>
    </w:p>
    <w:p w:rsidR="00B206C8" w:rsidRPr="003407BC" w:rsidRDefault="00A54CD4" w:rsidP="00B206C8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8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visual</w:t>
      </w:r>
    </w:p>
    <w:p w:rsidR="00B206C8" w:rsidRPr="003407BC" w:rsidRDefault="00A54CD4" w:rsidP="00B206C8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9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visible</w:t>
      </w:r>
    </w:p>
    <w:p w:rsidR="00B206C8" w:rsidRPr="003407BC" w:rsidRDefault="00A54CD4" w:rsidP="00B206C8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20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television</w:t>
      </w:r>
    </w:p>
    <w:p w:rsidR="00B206C8" w:rsidRDefault="00A54CD4" w:rsidP="00B206C8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2</w:t>
      </w:r>
      <w:r>
        <w:rPr>
          <w:rFonts w:ascii="Arial" w:hAnsi="Arial" w:cs="Arial"/>
          <w:sz w:val="24"/>
          <w:szCs w:val="24"/>
        </w:rPr>
        <w:t>1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envision</w:t>
      </w:r>
    </w:p>
    <w:p w:rsidR="00B206C8" w:rsidRPr="003407BC" w:rsidRDefault="00A54CD4" w:rsidP="00B206C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22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telecast</w:t>
      </w:r>
    </w:p>
    <w:p w:rsidR="00B206C8" w:rsidRPr="003407BC" w:rsidRDefault="00A54CD4" w:rsidP="00B206C8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23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graphite</w:t>
      </w:r>
    </w:p>
    <w:p w:rsidR="00B206C8" w:rsidRPr="003407BC" w:rsidRDefault="00A54CD4" w:rsidP="00B206C8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24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spectacular</w:t>
      </w:r>
    </w:p>
    <w:p w:rsidR="00B206C8" w:rsidRPr="003407BC" w:rsidRDefault="00A54CD4" w:rsidP="00B206C8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25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retrospect</w:t>
      </w:r>
    </w:p>
    <w:p w:rsidR="003C0D48" w:rsidRDefault="00A54CD4" w:rsidP="00AC7D4C">
      <w:pPr>
        <w:spacing w:after="0"/>
        <w:rPr>
          <w:rFonts w:ascii="Arial" w:hAnsi="Arial" w:cs="Arial"/>
          <w:sz w:val="28"/>
          <w:szCs w:val="28"/>
        </w:rPr>
      </w:pPr>
    </w:p>
    <w:p w:rsidR="00AC7D4C" w:rsidRDefault="00A54CD4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117pt;margin-top:13.65pt;width:402.75pt;height:0;z-index:251657216" o:connectortype="straight"/>
        </w:pict>
      </w:r>
      <w:r>
        <w:rPr>
          <w:rFonts w:ascii="Arial" w:hAnsi="Arial" w:cs="Arial"/>
          <w:sz w:val="28"/>
          <w:szCs w:val="28"/>
        </w:rPr>
        <w:t>Parent Signature</w:t>
      </w:r>
    </w:p>
    <w:p w:rsidR="00AC7D4C" w:rsidRPr="00AC7D4C" w:rsidRDefault="00A54CD4" w:rsidP="00AC7D4C">
      <w:pPr>
        <w:rPr>
          <w:rFonts w:ascii="Arial" w:hAnsi="Arial" w:cs="Arial"/>
          <w:sz w:val="28"/>
          <w:szCs w:val="28"/>
        </w:rPr>
      </w:pPr>
    </w:p>
    <w:sectPr w:rsidR="00AC7D4C" w:rsidRPr="00AC7D4C" w:rsidSect="00425A0A">
      <w:pgSz w:w="15840" w:h="12240" w:orient="landscape"/>
      <w:pgMar w:top="450" w:right="450" w:bottom="540" w:left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llery Wid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5024"/>
  <w:defaultTabStop w:val="720"/>
  <w:drawingGridHorizontalSpacing w:val="110"/>
  <w:displayHorizontalDrawingGridEvery w:val="2"/>
  <w:characterSpacingControl w:val="doNotCompress"/>
  <w:compat/>
  <w:rsids>
    <w:rsidRoot w:val="00A54CD4"/>
    <w:rsid w:val="00A54CD4"/>
  </w:rsids>
  <m:mathPr>
    <m:mathFont m:val="Couri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1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D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3D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pellingcity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cclellan:Downloads:Lesson_27_Tic_tac_toe_homewor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Lesson_27_Tic_tac_toe_homework.dot</Template>
  <TotalTime>0</TotalTime>
  <Pages>1</Pages>
  <Words>356</Words>
  <Characters>2030</Characters>
  <Application>Microsoft Macintosh Word</Application>
  <DocSecurity>0</DocSecurity>
  <Lines>16</Lines>
  <Paragraphs>4</Paragraphs>
  <ScaleCrop>false</ScaleCrop>
  <Company/>
  <LinksUpToDate>false</LinksUpToDate>
  <CharactersWithSpaces>2492</CharactersWithSpaces>
  <SharedDoc>false</SharedDoc>
  <HLinks>
    <vt:vector size="6" baseType="variant">
      <vt:variant>
        <vt:i4>4587612</vt:i4>
      </vt:variant>
      <vt:variant>
        <vt:i4>0</vt:i4>
      </vt:variant>
      <vt:variant>
        <vt:i4>0</vt:i4>
      </vt:variant>
      <vt:variant>
        <vt:i4>5</vt:i4>
      </vt:variant>
      <vt:variant>
        <vt:lpwstr>http://www.spellingcity.com/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 Software</dc:creator>
  <cp:keywords/>
  <dc:description/>
  <cp:lastModifiedBy>CCPS Software</cp:lastModifiedBy>
  <cp:revision>1</cp:revision>
  <cp:lastPrinted>2009-07-06T22:54:00Z</cp:lastPrinted>
  <dcterms:created xsi:type="dcterms:W3CDTF">2011-08-01T14:49:00Z</dcterms:created>
  <dcterms:modified xsi:type="dcterms:W3CDTF">2011-08-01T14:49:00Z</dcterms:modified>
</cp:coreProperties>
</file>